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CC" w:rsidRDefault="004E4BCC" w:rsidP="00701F3B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701F3B" w:rsidRPr="00701F3B" w:rsidRDefault="00701F3B" w:rsidP="00701F3B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701F3B">
        <w:rPr>
          <w:b/>
          <w:sz w:val="24"/>
          <w:szCs w:val="24"/>
          <w:u w:val="single"/>
        </w:rPr>
        <w:t xml:space="preserve">FORMULARIO DE </w:t>
      </w:r>
      <w:r w:rsidR="00F4537C">
        <w:rPr>
          <w:b/>
          <w:sz w:val="24"/>
          <w:szCs w:val="24"/>
          <w:u w:val="single"/>
        </w:rPr>
        <w:t xml:space="preserve">POSTULACIÓN  </w:t>
      </w:r>
    </w:p>
    <w:p w:rsidR="006E6564" w:rsidRPr="00701F3B" w:rsidRDefault="005966C3" w:rsidP="00701F3B">
      <w:pPr>
        <w:spacing w:after="0" w:line="240" w:lineRule="auto"/>
        <w:jc w:val="center"/>
        <w:rPr>
          <w:b/>
          <w:sz w:val="24"/>
          <w:szCs w:val="24"/>
        </w:rPr>
      </w:pPr>
      <w:r w:rsidRPr="00701F3B">
        <w:rPr>
          <w:b/>
          <w:sz w:val="24"/>
          <w:szCs w:val="24"/>
        </w:rPr>
        <w:t xml:space="preserve"> </w:t>
      </w:r>
    </w:p>
    <w:p w:rsidR="002571DF" w:rsidRDefault="00C70A4F" w:rsidP="00F32063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</w:t>
      </w:r>
      <w:r w:rsidR="002571DF">
        <w:rPr>
          <w:b/>
          <w:sz w:val="24"/>
          <w:szCs w:val="24"/>
        </w:rPr>
        <w:t xml:space="preserve"> </w:t>
      </w:r>
      <w:r w:rsidR="005966C3" w:rsidRPr="00701F3B">
        <w:rPr>
          <w:b/>
          <w:sz w:val="24"/>
          <w:szCs w:val="24"/>
        </w:rPr>
        <w:t xml:space="preserve">Taller </w:t>
      </w:r>
      <w:r w:rsidR="002571DF">
        <w:rPr>
          <w:b/>
          <w:sz w:val="24"/>
          <w:szCs w:val="24"/>
        </w:rPr>
        <w:t xml:space="preserve">Internacional </w:t>
      </w:r>
      <w:r w:rsidR="00866EB1">
        <w:rPr>
          <w:b/>
          <w:sz w:val="24"/>
          <w:szCs w:val="24"/>
        </w:rPr>
        <w:t>sobre</w:t>
      </w:r>
      <w:r w:rsidR="0012464D">
        <w:rPr>
          <w:b/>
          <w:sz w:val="24"/>
          <w:szCs w:val="24"/>
        </w:rPr>
        <w:t xml:space="preserve"> </w:t>
      </w:r>
      <w:r w:rsidR="00540ECE">
        <w:rPr>
          <w:b/>
          <w:sz w:val="24"/>
          <w:szCs w:val="24"/>
        </w:rPr>
        <w:t xml:space="preserve">Observatorios </w:t>
      </w:r>
      <w:r w:rsidR="00866EB1">
        <w:rPr>
          <w:b/>
          <w:sz w:val="24"/>
          <w:szCs w:val="24"/>
        </w:rPr>
        <w:t xml:space="preserve">Locales </w:t>
      </w:r>
      <w:r w:rsidR="00540ECE">
        <w:rPr>
          <w:b/>
          <w:sz w:val="24"/>
          <w:szCs w:val="24"/>
        </w:rPr>
        <w:t>de Seguridad</w:t>
      </w:r>
      <w:r w:rsidR="00540ECE" w:rsidDel="00540ECE">
        <w:rPr>
          <w:b/>
          <w:sz w:val="24"/>
          <w:szCs w:val="24"/>
        </w:rPr>
        <w:t xml:space="preserve"> </w:t>
      </w:r>
      <w:r w:rsidR="00540ECE">
        <w:rPr>
          <w:b/>
          <w:sz w:val="24"/>
          <w:szCs w:val="24"/>
        </w:rPr>
        <w:t xml:space="preserve">y </w:t>
      </w:r>
      <w:r w:rsidR="0012464D">
        <w:rPr>
          <w:b/>
          <w:sz w:val="24"/>
          <w:szCs w:val="24"/>
        </w:rPr>
        <w:t>Análisis D</w:t>
      </w:r>
      <w:r w:rsidR="005966C3" w:rsidRPr="00701F3B">
        <w:rPr>
          <w:b/>
          <w:sz w:val="24"/>
          <w:szCs w:val="24"/>
        </w:rPr>
        <w:t>elictual</w:t>
      </w:r>
    </w:p>
    <w:p w:rsidR="00EC51A3" w:rsidRPr="005B14B1" w:rsidRDefault="00701F3B" w:rsidP="00F32063">
      <w:pPr>
        <w:spacing w:after="0" w:line="240" w:lineRule="auto"/>
        <w:jc w:val="center"/>
        <w:rPr>
          <w:b/>
        </w:rPr>
      </w:pPr>
      <w:r>
        <w:rPr>
          <w:b/>
          <w:sz w:val="24"/>
          <w:szCs w:val="24"/>
        </w:rPr>
        <w:t xml:space="preserve"> </w:t>
      </w:r>
      <w:r w:rsidR="005B14B1">
        <w:rPr>
          <w:b/>
          <w:sz w:val="24"/>
          <w:szCs w:val="24"/>
        </w:rPr>
        <w:t xml:space="preserve">Santiago de Chile, </w:t>
      </w:r>
      <w:r w:rsidR="00FE767C">
        <w:rPr>
          <w:b/>
          <w:sz w:val="24"/>
          <w:szCs w:val="24"/>
        </w:rPr>
        <w:t>31 de julio - 4</w:t>
      </w:r>
      <w:r w:rsidR="005040C1">
        <w:rPr>
          <w:b/>
          <w:sz w:val="24"/>
          <w:szCs w:val="24"/>
        </w:rPr>
        <w:t xml:space="preserve"> de agosto</w:t>
      </w:r>
      <w:r w:rsidR="005040C1" w:rsidRPr="005040C1">
        <w:rPr>
          <w:b/>
          <w:sz w:val="24"/>
          <w:szCs w:val="24"/>
        </w:rPr>
        <w:t xml:space="preserve"> del 2017</w:t>
      </w:r>
    </w:p>
    <w:p w:rsidR="00742B90" w:rsidRDefault="00742B90" w:rsidP="00F32063">
      <w:pPr>
        <w:spacing w:after="0" w:line="240" w:lineRule="auto"/>
        <w:jc w:val="center"/>
        <w:rPr>
          <w:b/>
          <w:sz w:val="24"/>
          <w:szCs w:val="24"/>
        </w:rPr>
      </w:pPr>
    </w:p>
    <w:p w:rsidR="00742B90" w:rsidRPr="00701F3B" w:rsidRDefault="00742B90" w:rsidP="00742B9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Información General</w:t>
      </w:r>
    </w:p>
    <w:p w:rsidR="006E6564" w:rsidRPr="00701F3B" w:rsidRDefault="006E6564" w:rsidP="003744C7">
      <w:pPr>
        <w:spacing w:after="0" w:line="240" w:lineRule="auto"/>
        <w:rPr>
          <w:sz w:val="24"/>
          <w:szCs w:val="24"/>
        </w:rPr>
      </w:pPr>
    </w:p>
    <w:tbl>
      <w:tblPr>
        <w:tblStyle w:val="Tablaconcuadrcula"/>
        <w:tblW w:w="9458" w:type="dxa"/>
        <w:tblLook w:val="04A0" w:firstRow="1" w:lastRow="0" w:firstColumn="1" w:lastColumn="0" w:noHBand="0" w:noVBand="1"/>
      </w:tblPr>
      <w:tblGrid>
        <w:gridCol w:w="3870"/>
        <w:gridCol w:w="5588"/>
      </w:tblGrid>
      <w:tr w:rsidR="00201113" w:rsidRPr="00701F3B" w:rsidTr="00742B90">
        <w:trPr>
          <w:trHeight w:val="408"/>
        </w:trPr>
        <w:tc>
          <w:tcPr>
            <w:tcW w:w="3870" w:type="dxa"/>
          </w:tcPr>
          <w:p w:rsidR="00201113" w:rsidRPr="00701F3B" w:rsidRDefault="00201113" w:rsidP="00463BFF">
            <w:pPr>
              <w:rPr>
                <w:sz w:val="24"/>
                <w:szCs w:val="24"/>
              </w:rPr>
            </w:pPr>
            <w:r w:rsidRPr="00701F3B">
              <w:rPr>
                <w:sz w:val="24"/>
                <w:szCs w:val="24"/>
              </w:rPr>
              <w:t>Nombres</w:t>
            </w:r>
          </w:p>
        </w:tc>
        <w:tc>
          <w:tcPr>
            <w:tcW w:w="5588" w:type="dxa"/>
          </w:tcPr>
          <w:p w:rsidR="00201113" w:rsidRPr="00701F3B" w:rsidRDefault="00201113" w:rsidP="003744C7">
            <w:pPr>
              <w:rPr>
                <w:sz w:val="24"/>
                <w:szCs w:val="24"/>
              </w:rPr>
            </w:pPr>
          </w:p>
        </w:tc>
      </w:tr>
      <w:tr w:rsidR="00201113" w:rsidRPr="00701F3B" w:rsidTr="00742B90">
        <w:trPr>
          <w:trHeight w:val="408"/>
        </w:trPr>
        <w:tc>
          <w:tcPr>
            <w:tcW w:w="3870" w:type="dxa"/>
          </w:tcPr>
          <w:p w:rsidR="00201113" w:rsidRPr="00701F3B" w:rsidRDefault="00201113" w:rsidP="00463BFF">
            <w:pPr>
              <w:rPr>
                <w:sz w:val="24"/>
                <w:szCs w:val="24"/>
              </w:rPr>
            </w:pPr>
            <w:r w:rsidRPr="00701F3B">
              <w:rPr>
                <w:sz w:val="24"/>
                <w:szCs w:val="24"/>
              </w:rPr>
              <w:t>Apellidos</w:t>
            </w:r>
          </w:p>
        </w:tc>
        <w:tc>
          <w:tcPr>
            <w:tcW w:w="5588" w:type="dxa"/>
          </w:tcPr>
          <w:p w:rsidR="00201113" w:rsidRPr="00701F3B" w:rsidRDefault="00201113" w:rsidP="003744C7">
            <w:pPr>
              <w:rPr>
                <w:sz w:val="24"/>
                <w:szCs w:val="24"/>
              </w:rPr>
            </w:pPr>
          </w:p>
        </w:tc>
      </w:tr>
      <w:tr w:rsidR="00201113" w:rsidRPr="00701F3B" w:rsidTr="00742B90">
        <w:trPr>
          <w:trHeight w:val="408"/>
        </w:trPr>
        <w:tc>
          <w:tcPr>
            <w:tcW w:w="3870" w:type="dxa"/>
          </w:tcPr>
          <w:p w:rsidR="00201113" w:rsidRPr="00701F3B" w:rsidRDefault="00463BFF" w:rsidP="00463B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RUT</w:t>
            </w:r>
            <w:r w:rsidR="00F4537C">
              <w:rPr>
                <w:sz w:val="24"/>
                <w:szCs w:val="24"/>
              </w:rPr>
              <w:t xml:space="preserve"> </w:t>
            </w:r>
            <w:r w:rsidR="008731A3">
              <w:rPr>
                <w:sz w:val="24"/>
                <w:szCs w:val="24"/>
              </w:rPr>
              <w:t>/ DIN</w:t>
            </w:r>
          </w:p>
        </w:tc>
        <w:tc>
          <w:tcPr>
            <w:tcW w:w="5588" w:type="dxa"/>
          </w:tcPr>
          <w:p w:rsidR="00201113" w:rsidRPr="00701F3B" w:rsidRDefault="00201113" w:rsidP="003744C7">
            <w:pPr>
              <w:rPr>
                <w:sz w:val="24"/>
                <w:szCs w:val="24"/>
              </w:rPr>
            </w:pPr>
          </w:p>
        </w:tc>
      </w:tr>
      <w:tr w:rsidR="00201113" w:rsidRPr="00701F3B" w:rsidTr="00742B90">
        <w:trPr>
          <w:trHeight w:val="408"/>
        </w:trPr>
        <w:tc>
          <w:tcPr>
            <w:tcW w:w="3870" w:type="dxa"/>
          </w:tcPr>
          <w:p w:rsidR="00201113" w:rsidRPr="00701F3B" w:rsidRDefault="00201113" w:rsidP="00463BFF">
            <w:pPr>
              <w:rPr>
                <w:sz w:val="24"/>
                <w:szCs w:val="24"/>
              </w:rPr>
            </w:pPr>
            <w:r w:rsidRPr="00701F3B">
              <w:rPr>
                <w:sz w:val="24"/>
                <w:szCs w:val="24"/>
              </w:rPr>
              <w:t>Fecha de Nacimiento</w:t>
            </w:r>
            <w:r w:rsidR="001D1A64" w:rsidRPr="00701F3B">
              <w:rPr>
                <w:sz w:val="24"/>
                <w:szCs w:val="24"/>
              </w:rPr>
              <w:t xml:space="preserve"> (</w:t>
            </w:r>
            <w:r w:rsidR="0043604D">
              <w:rPr>
                <w:sz w:val="24"/>
                <w:szCs w:val="24"/>
              </w:rPr>
              <w:t>dd.mm.aaaa</w:t>
            </w:r>
            <w:r w:rsidR="001D1A64" w:rsidRPr="00701F3B">
              <w:rPr>
                <w:sz w:val="24"/>
                <w:szCs w:val="24"/>
              </w:rPr>
              <w:t>)</w:t>
            </w:r>
          </w:p>
        </w:tc>
        <w:tc>
          <w:tcPr>
            <w:tcW w:w="5588" w:type="dxa"/>
          </w:tcPr>
          <w:p w:rsidR="00201113" w:rsidRPr="00701F3B" w:rsidRDefault="00201113" w:rsidP="003744C7">
            <w:pPr>
              <w:rPr>
                <w:sz w:val="24"/>
                <w:szCs w:val="24"/>
              </w:rPr>
            </w:pPr>
          </w:p>
        </w:tc>
      </w:tr>
      <w:tr w:rsidR="00B174DC" w:rsidRPr="00701F3B" w:rsidTr="00742B90">
        <w:trPr>
          <w:trHeight w:val="408"/>
        </w:trPr>
        <w:tc>
          <w:tcPr>
            <w:tcW w:w="3870" w:type="dxa"/>
          </w:tcPr>
          <w:p w:rsidR="00B174DC" w:rsidRPr="00701F3B" w:rsidRDefault="00B174DC" w:rsidP="00F2041A">
            <w:pPr>
              <w:tabs>
                <w:tab w:val="left" w:pos="8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País</w:t>
            </w:r>
            <w:r w:rsidR="00F2041A">
              <w:rPr>
                <w:sz w:val="24"/>
                <w:szCs w:val="24"/>
              </w:rPr>
              <w:t xml:space="preserve"> de origen</w:t>
            </w:r>
          </w:p>
        </w:tc>
        <w:tc>
          <w:tcPr>
            <w:tcW w:w="5588" w:type="dxa"/>
          </w:tcPr>
          <w:p w:rsidR="00B174DC" w:rsidRPr="00701F3B" w:rsidRDefault="00B174DC" w:rsidP="003744C7">
            <w:pPr>
              <w:rPr>
                <w:sz w:val="24"/>
                <w:szCs w:val="24"/>
              </w:rPr>
            </w:pPr>
          </w:p>
        </w:tc>
      </w:tr>
      <w:tr w:rsidR="00F2041A" w:rsidRPr="00701F3B" w:rsidTr="00742B90">
        <w:trPr>
          <w:trHeight w:val="408"/>
        </w:trPr>
        <w:tc>
          <w:tcPr>
            <w:tcW w:w="3870" w:type="dxa"/>
          </w:tcPr>
          <w:p w:rsidR="00F2041A" w:rsidRDefault="00F2041A" w:rsidP="00F2041A">
            <w:pPr>
              <w:tabs>
                <w:tab w:val="left" w:pos="84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Ciudad de origen</w:t>
            </w:r>
          </w:p>
        </w:tc>
        <w:tc>
          <w:tcPr>
            <w:tcW w:w="5588" w:type="dxa"/>
          </w:tcPr>
          <w:p w:rsidR="00F2041A" w:rsidRPr="00701F3B" w:rsidRDefault="00F2041A" w:rsidP="003744C7">
            <w:pPr>
              <w:rPr>
                <w:sz w:val="24"/>
                <w:szCs w:val="24"/>
              </w:rPr>
            </w:pPr>
          </w:p>
        </w:tc>
      </w:tr>
      <w:tr w:rsidR="00201113" w:rsidRPr="00701F3B" w:rsidTr="00742B90">
        <w:trPr>
          <w:trHeight w:val="384"/>
        </w:trPr>
        <w:tc>
          <w:tcPr>
            <w:tcW w:w="3870" w:type="dxa"/>
          </w:tcPr>
          <w:p w:rsidR="00201113" w:rsidRPr="00701F3B" w:rsidRDefault="00685A78" w:rsidP="00463B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Institución</w:t>
            </w:r>
          </w:p>
        </w:tc>
        <w:tc>
          <w:tcPr>
            <w:tcW w:w="5588" w:type="dxa"/>
          </w:tcPr>
          <w:p w:rsidR="00201113" w:rsidRPr="00701F3B" w:rsidRDefault="00201113" w:rsidP="003744C7">
            <w:pPr>
              <w:rPr>
                <w:sz w:val="24"/>
                <w:szCs w:val="24"/>
              </w:rPr>
            </w:pPr>
          </w:p>
        </w:tc>
      </w:tr>
      <w:tr w:rsidR="00201113" w:rsidRPr="00701F3B" w:rsidTr="00742B90">
        <w:trPr>
          <w:trHeight w:val="408"/>
        </w:trPr>
        <w:tc>
          <w:tcPr>
            <w:tcW w:w="3870" w:type="dxa"/>
          </w:tcPr>
          <w:p w:rsidR="00201113" w:rsidRPr="00701F3B" w:rsidRDefault="00463BFF" w:rsidP="00463B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Título y/o </w:t>
            </w:r>
            <w:r w:rsidR="00201113" w:rsidRPr="00701F3B">
              <w:rPr>
                <w:sz w:val="24"/>
                <w:szCs w:val="24"/>
              </w:rPr>
              <w:t>Grado</w:t>
            </w:r>
            <w:r w:rsidR="00472002">
              <w:rPr>
                <w:sz w:val="24"/>
                <w:szCs w:val="24"/>
              </w:rPr>
              <w:t xml:space="preserve"> Académico</w:t>
            </w:r>
          </w:p>
        </w:tc>
        <w:tc>
          <w:tcPr>
            <w:tcW w:w="5588" w:type="dxa"/>
          </w:tcPr>
          <w:p w:rsidR="00201113" w:rsidRPr="00701F3B" w:rsidRDefault="00201113" w:rsidP="003744C7">
            <w:pPr>
              <w:rPr>
                <w:sz w:val="24"/>
                <w:szCs w:val="24"/>
              </w:rPr>
            </w:pPr>
          </w:p>
        </w:tc>
      </w:tr>
      <w:tr w:rsidR="00201113" w:rsidRPr="00701F3B" w:rsidTr="00742B90">
        <w:trPr>
          <w:trHeight w:val="408"/>
        </w:trPr>
        <w:tc>
          <w:tcPr>
            <w:tcW w:w="3870" w:type="dxa"/>
          </w:tcPr>
          <w:p w:rsidR="00201113" w:rsidRPr="00701F3B" w:rsidRDefault="00201113" w:rsidP="00463BFF">
            <w:pPr>
              <w:rPr>
                <w:sz w:val="24"/>
                <w:szCs w:val="24"/>
              </w:rPr>
            </w:pPr>
            <w:r w:rsidRPr="00701F3B">
              <w:rPr>
                <w:sz w:val="24"/>
                <w:szCs w:val="24"/>
              </w:rPr>
              <w:t>Cargo</w:t>
            </w:r>
          </w:p>
        </w:tc>
        <w:tc>
          <w:tcPr>
            <w:tcW w:w="5588" w:type="dxa"/>
          </w:tcPr>
          <w:p w:rsidR="00201113" w:rsidRPr="00701F3B" w:rsidRDefault="00201113" w:rsidP="003744C7">
            <w:pPr>
              <w:rPr>
                <w:sz w:val="24"/>
                <w:szCs w:val="24"/>
              </w:rPr>
            </w:pPr>
          </w:p>
        </w:tc>
      </w:tr>
      <w:tr w:rsidR="00201113" w:rsidRPr="00701F3B" w:rsidTr="00742B90">
        <w:trPr>
          <w:trHeight w:val="408"/>
        </w:trPr>
        <w:tc>
          <w:tcPr>
            <w:tcW w:w="3870" w:type="dxa"/>
          </w:tcPr>
          <w:p w:rsidR="00201113" w:rsidRPr="00701F3B" w:rsidRDefault="00201113" w:rsidP="00463BFF">
            <w:pPr>
              <w:rPr>
                <w:sz w:val="24"/>
                <w:szCs w:val="24"/>
              </w:rPr>
            </w:pPr>
            <w:r w:rsidRPr="00701F3B">
              <w:rPr>
                <w:sz w:val="24"/>
                <w:szCs w:val="24"/>
              </w:rPr>
              <w:t xml:space="preserve">Unidad </w:t>
            </w:r>
          </w:p>
        </w:tc>
        <w:tc>
          <w:tcPr>
            <w:tcW w:w="5588" w:type="dxa"/>
          </w:tcPr>
          <w:p w:rsidR="00201113" w:rsidRPr="00701F3B" w:rsidRDefault="00201113" w:rsidP="003744C7">
            <w:pPr>
              <w:rPr>
                <w:sz w:val="24"/>
                <w:szCs w:val="24"/>
              </w:rPr>
            </w:pPr>
          </w:p>
        </w:tc>
      </w:tr>
      <w:tr w:rsidR="00463BFF" w:rsidRPr="00701F3B" w:rsidTr="00742B90">
        <w:trPr>
          <w:trHeight w:val="408"/>
        </w:trPr>
        <w:tc>
          <w:tcPr>
            <w:tcW w:w="3870" w:type="dxa"/>
          </w:tcPr>
          <w:p w:rsidR="00463BFF" w:rsidRDefault="00463BFF" w:rsidP="00463B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Correo electrónico</w:t>
            </w:r>
          </w:p>
        </w:tc>
        <w:tc>
          <w:tcPr>
            <w:tcW w:w="5588" w:type="dxa"/>
          </w:tcPr>
          <w:p w:rsidR="00463BFF" w:rsidRPr="00701F3B" w:rsidRDefault="00463BFF" w:rsidP="003744C7">
            <w:pPr>
              <w:rPr>
                <w:sz w:val="24"/>
                <w:szCs w:val="24"/>
              </w:rPr>
            </w:pPr>
          </w:p>
        </w:tc>
      </w:tr>
      <w:tr w:rsidR="00201113" w:rsidRPr="00701F3B" w:rsidTr="00742B90">
        <w:trPr>
          <w:trHeight w:val="408"/>
        </w:trPr>
        <w:tc>
          <w:tcPr>
            <w:tcW w:w="3870" w:type="dxa"/>
          </w:tcPr>
          <w:p w:rsidR="00201113" w:rsidRPr="00701F3B" w:rsidRDefault="00F4537C" w:rsidP="008731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Teléfono (</w:t>
            </w:r>
            <w:r w:rsidR="00D67A74">
              <w:rPr>
                <w:sz w:val="24"/>
                <w:szCs w:val="24"/>
              </w:rPr>
              <w:t>Có</w:t>
            </w:r>
            <w:r w:rsidR="00201113" w:rsidRPr="00701F3B">
              <w:rPr>
                <w:sz w:val="24"/>
                <w:szCs w:val="24"/>
              </w:rPr>
              <w:t xml:space="preserve">d. </w:t>
            </w:r>
            <w:r w:rsidR="008731A3">
              <w:rPr>
                <w:sz w:val="24"/>
                <w:szCs w:val="24"/>
              </w:rPr>
              <w:t>país / c</w:t>
            </w:r>
            <w:r w:rsidR="00201113" w:rsidRPr="00701F3B">
              <w:rPr>
                <w:sz w:val="24"/>
                <w:szCs w:val="24"/>
              </w:rPr>
              <w:t xml:space="preserve">iudad + </w:t>
            </w:r>
            <w:r w:rsidR="001D1A64" w:rsidRPr="00701F3B">
              <w:rPr>
                <w:sz w:val="24"/>
                <w:szCs w:val="24"/>
              </w:rPr>
              <w:t>Teléfono</w:t>
            </w:r>
            <w:r w:rsidR="00201113" w:rsidRPr="00701F3B">
              <w:rPr>
                <w:sz w:val="24"/>
                <w:szCs w:val="24"/>
              </w:rPr>
              <w:t>)</w:t>
            </w:r>
          </w:p>
        </w:tc>
        <w:tc>
          <w:tcPr>
            <w:tcW w:w="5588" w:type="dxa"/>
          </w:tcPr>
          <w:p w:rsidR="00201113" w:rsidRPr="00701F3B" w:rsidRDefault="00201113" w:rsidP="003744C7">
            <w:pPr>
              <w:rPr>
                <w:sz w:val="24"/>
                <w:szCs w:val="24"/>
              </w:rPr>
            </w:pPr>
          </w:p>
        </w:tc>
      </w:tr>
    </w:tbl>
    <w:p w:rsidR="001D1A64" w:rsidRDefault="001D1A64" w:rsidP="00C47952">
      <w:pPr>
        <w:spacing w:after="0" w:line="240" w:lineRule="auto"/>
        <w:jc w:val="both"/>
        <w:rPr>
          <w:sz w:val="24"/>
          <w:szCs w:val="24"/>
        </w:rPr>
      </w:pPr>
      <w:bookmarkStart w:id="0" w:name="_MON_1395579760"/>
      <w:bookmarkStart w:id="1" w:name="_MON_1395585760"/>
      <w:bookmarkStart w:id="2" w:name="_MON_1395585893"/>
      <w:bookmarkStart w:id="3" w:name="_MON_1395585929"/>
      <w:bookmarkStart w:id="4" w:name="_MON_1395578501"/>
      <w:bookmarkStart w:id="5" w:name="_MON_1395579017"/>
      <w:bookmarkStart w:id="6" w:name="_MON_1395579277"/>
      <w:bookmarkStart w:id="7" w:name="_MON_1395579284"/>
      <w:bookmarkStart w:id="8" w:name="_MON_1395579360"/>
      <w:bookmarkStart w:id="9" w:name="_MON_139557946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561E05" w:rsidRDefault="00561E05" w:rsidP="00C47952">
      <w:pPr>
        <w:spacing w:after="0" w:line="240" w:lineRule="auto"/>
        <w:jc w:val="both"/>
        <w:rPr>
          <w:sz w:val="24"/>
          <w:szCs w:val="24"/>
        </w:rPr>
      </w:pPr>
    </w:p>
    <w:p w:rsidR="00561E05" w:rsidRDefault="00561E05" w:rsidP="00C47952">
      <w:pPr>
        <w:spacing w:after="0" w:line="240" w:lineRule="auto"/>
        <w:jc w:val="both"/>
        <w:rPr>
          <w:sz w:val="24"/>
          <w:szCs w:val="24"/>
        </w:rPr>
      </w:pPr>
    </w:p>
    <w:p w:rsidR="00561E05" w:rsidRDefault="00561E05" w:rsidP="00C47952">
      <w:pPr>
        <w:spacing w:after="0" w:line="240" w:lineRule="auto"/>
        <w:jc w:val="both"/>
        <w:rPr>
          <w:sz w:val="24"/>
          <w:szCs w:val="24"/>
        </w:rPr>
      </w:pPr>
    </w:p>
    <w:p w:rsidR="00CE6D5F" w:rsidRDefault="00CE6D5F" w:rsidP="00C47952">
      <w:pPr>
        <w:spacing w:after="0" w:line="240" w:lineRule="auto"/>
        <w:jc w:val="both"/>
        <w:rPr>
          <w:sz w:val="24"/>
          <w:szCs w:val="24"/>
        </w:rPr>
      </w:pPr>
    </w:p>
    <w:p w:rsidR="00CE6D5F" w:rsidRDefault="00CE6D5F" w:rsidP="00C47952">
      <w:pPr>
        <w:spacing w:after="0" w:line="240" w:lineRule="auto"/>
        <w:jc w:val="both"/>
        <w:rPr>
          <w:sz w:val="24"/>
          <w:szCs w:val="24"/>
        </w:rPr>
      </w:pPr>
    </w:p>
    <w:p w:rsidR="00561E05" w:rsidRDefault="00561E05" w:rsidP="00C47952">
      <w:pPr>
        <w:spacing w:after="0" w:line="240" w:lineRule="auto"/>
        <w:jc w:val="both"/>
        <w:rPr>
          <w:sz w:val="24"/>
          <w:szCs w:val="24"/>
        </w:rPr>
      </w:pPr>
    </w:p>
    <w:p w:rsidR="00561E05" w:rsidRDefault="00561E05" w:rsidP="00C47952">
      <w:pPr>
        <w:spacing w:after="0" w:line="240" w:lineRule="auto"/>
        <w:jc w:val="both"/>
        <w:rPr>
          <w:sz w:val="24"/>
          <w:szCs w:val="24"/>
        </w:rPr>
      </w:pPr>
    </w:p>
    <w:p w:rsidR="00561E05" w:rsidRDefault="00561E05" w:rsidP="00C47952">
      <w:pPr>
        <w:spacing w:after="0" w:line="240" w:lineRule="auto"/>
        <w:jc w:val="both"/>
        <w:rPr>
          <w:sz w:val="24"/>
          <w:szCs w:val="24"/>
        </w:rPr>
      </w:pPr>
    </w:p>
    <w:p w:rsidR="00C70A4F" w:rsidRDefault="00C70A4F" w:rsidP="00C47952">
      <w:pPr>
        <w:spacing w:after="0" w:line="240" w:lineRule="auto"/>
        <w:jc w:val="both"/>
        <w:rPr>
          <w:b/>
          <w:sz w:val="24"/>
          <w:szCs w:val="24"/>
        </w:rPr>
      </w:pPr>
    </w:p>
    <w:p w:rsidR="00C70A4F" w:rsidRDefault="00C70A4F" w:rsidP="00C47952">
      <w:pPr>
        <w:spacing w:after="0" w:line="240" w:lineRule="auto"/>
        <w:jc w:val="both"/>
        <w:rPr>
          <w:b/>
          <w:sz w:val="24"/>
          <w:szCs w:val="24"/>
        </w:rPr>
      </w:pPr>
    </w:p>
    <w:p w:rsidR="00C70A4F" w:rsidRDefault="00C70A4F" w:rsidP="00C47952">
      <w:pPr>
        <w:spacing w:after="0" w:line="240" w:lineRule="auto"/>
        <w:jc w:val="both"/>
        <w:rPr>
          <w:b/>
          <w:sz w:val="24"/>
          <w:szCs w:val="24"/>
        </w:rPr>
      </w:pPr>
    </w:p>
    <w:p w:rsidR="00742B90" w:rsidRPr="00742B90" w:rsidRDefault="00742B90" w:rsidP="00C47952">
      <w:pPr>
        <w:spacing w:after="0" w:line="240" w:lineRule="auto"/>
        <w:jc w:val="both"/>
        <w:rPr>
          <w:b/>
          <w:sz w:val="24"/>
          <w:szCs w:val="24"/>
        </w:rPr>
      </w:pPr>
      <w:r w:rsidRPr="00742B90">
        <w:rPr>
          <w:b/>
          <w:sz w:val="24"/>
          <w:szCs w:val="24"/>
        </w:rPr>
        <w:t>Experiencia Laboral</w:t>
      </w:r>
    </w:p>
    <w:p w:rsidR="00742B90" w:rsidRDefault="00742B90" w:rsidP="00C47952">
      <w:pPr>
        <w:spacing w:after="0" w:line="240" w:lineRule="auto"/>
        <w:jc w:val="both"/>
        <w:rPr>
          <w:sz w:val="24"/>
          <w:szCs w:val="24"/>
        </w:rPr>
      </w:pPr>
    </w:p>
    <w:tbl>
      <w:tblPr>
        <w:tblW w:w="9248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53"/>
        <w:gridCol w:w="995"/>
      </w:tblGrid>
      <w:tr w:rsidR="00F2041A" w:rsidRPr="00F2041A" w:rsidTr="00F2041A">
        <w:trPr>
          <w:trHeight w:val="740"/>
        </w:trPr>
        <w:tc>
          <w:tcPr>
            <w:tcW w:w="8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1A" w:rsidRPr="00F2041A" w:rsidRDefault="00F2041A" w:rsidP="005647F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F2041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 xml:space="preserve">¿Cuántos de años de experiencia tiene trabajando en prevención del delito </w:t>
            </w:r>
            <w:r w:rsidR="005B14B1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y/</w:t>
            </w:r>
            <w:r w:rsidR="005647F1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o</w:t>
            </w:r>
            <w:r w:rsidRPr="00F2041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 xml:space="preserve"> seguridad ciudadana?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1A" w:rsidRPr="00F2041A" w:rsidRDefault="00F2041A" w:rsidP="00F20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F2041A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</w:tr>
      <w:tr w:rsidR="00F2041A" w:rsidRPr="00F2041A" w:rsidTr="00F2041A">
        <w:trPr>
          <w:trHeight w:val="740"/>
        </w:trPr>
        <w:tc>
          <w:tcPr>
            <w:tcW w:w="8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1A" w:rsidRPr="00F2041A" w:rsidRDefault="00F2041A" w:rsidP="005B14B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F2041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 xml:space="preserve">¿En </w:t>
            </w:r>
            <w:r w:rsidR="005B14B1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 xml:space="preserve">qué </w:t>
            </w:r>
            <w:r w:rsidRPr="00F2041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instituciones</w:t>
            </w:r>
            <w:r w:rsidR="005B14B1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 xml:space="preserve"> (públicas, estaduales, municipales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 xml:space="preserve"> o sin fines de lucro)</w:t>
            </w:r>
            <w:r w:rsidR="005647F1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,</w:t>
            </w:r>
            <w:r w:rsidRPr="00F2041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 xml:space="preserve"> relacionadas con prevención del delito y seguridad ciudadana ha trabajado?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1A" w:rsidRPr="00F2041A" w:rsidRDefault="00F2041A" w:rsidP="00F2041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F2041A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</w:tr>
      <w:tr w:rsidR="005647F1" w:rsidRPr="00F2041A" w:rsidTr="005647F1">
        <w:trPr>
          <w:trHeight w:val="740"/>
        </w:trPr>
        <w:tc>
          <w:tcPr>
            <w:tcW w:w="8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F1" w:rsidRPr="00F2041A" w:rsidRDefault="005647F1" w:rsidP="005647F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F2041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¿</w:t>
            </w: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Tiene Ud. estudios de educación superior (técnico/universitario)</w:t>
            </w:r>
            <w:r w:rsidRPr="00F2041A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?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F1" w:rsidRPr="00F2041A" w:rsidRDefault="005647F1" w:rsidP="009E52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F2041A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</w:tr>
      <w:tr w:rsidR="005647F1" w:rsidRPr="00F2041A" w:rsidTr="00E132A3">
        <w:trPr>
          <w:trHeight w:val="740"/>
        </w:trPr>
        <w:tc>
          <w:tcPr>
            <w:tcW w:w="92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47F1" w:rsidRDefault="005647F1" w:rsidP="005647F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Si respondió afirmativamente, por favor, especifique en qué institución y disciplina:</w:t>
            </w:r>
          </w:p>
          <w:p w:rsidR="005647F1" w:rsidRDefault="005647F1" w:rsidP="005647F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</w:p>
          <w:p w:rsidR="005647F1" w:rsidRDefault="005647F1" w:rsidP="005647F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Institución :_______________________________________________________</w:t>
            </w:r>
          </w:p>
          <w:p w:rsidR="005647F1" w:rsidRDefault="005647F1" w:rsidP="005647F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</w:p>
          <w:p w:rsidR="005647F1" w:rsidRDefault="005647F1" w:rsidP="005647F1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Área / profesión o disciplina:__________________________________________</w:t>
            </w:r>
          </w:p>
          <w:p w:rsidR="005647F1" w:rsidRPr="00F2041A" w:rsidRDefault="005647F1" w:rsidP="009E52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CL"/>
              </w:rPr>
            </w:pPr>
            <w:r w:rsidRPr="00F2041A">
              <w:rPr>
                <w:rFonts w:ascii="Calibri" w:eastAsia="Times New Roman" w:hAnsi="Calibri" w:cs="Times New Roman"/>
                <w:color w:val="000000"/>
                <w:lang w:eastAsia="es-CL"/>
              </w:rPr>
              <w:t> </w:t>
            </w:r>
          </w:p>
        </w:tc>
      </w:tr>
    </w:tbl>
    <w:p w:rsidR="007F3BA7" w:rsidRDefault="007F3BA7" w:rsidP="00C47952">
      <w:pPr>
        <w:spacing w:after="0" w:line="240" w:lineRule="auto"/>
        <w:jc w:val="both"/>
        <w:rPr>
          <w:sz w:val="24"/>
          <w:szCs w:val="24"/>
        </w:rPr>
      </w:pPr>
    </w:p>
    <w:p w:rsidR="00F2041A" w:rsidRDefault="005B14B1" w:rsidP="00C47952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Experiencia</w:t>
      </w:r>
    </w:p>
    <w:p w:rsidR="005B14B1" w:rsidRDefault="005B14B1" w:rsidP="00C47952">
      <w:pPr>
        <w:spacing w:after="0" w:line="240" w:lineRule="auto"/>
        <w:jc w:val="both"/>
        <w:rPr>
          <w:b/>
          <w:sz w:val="24"/>
          <w:szCs w:val="24"/>
        </w:rPr>
      </w:pPr>
    </w:p>
    <w:p w:rsidR="005B14B1" w:rsidRPr="003A5489" w:rsidRDefault="005B14B1" w:rsidP="00C47952">
      <w:pPr>
        <w:spacing w:after="0" w:line="240" w:lineRule="auto"/>
        <w:jc w:val="both"/>
        <w:rPr>
          <w:sz w:val="24"/>
          <w:szCs w:val="24"/>
        </w:rPr>
      </w:pPr>
      <w:r w:rsidRPr="003A5489">
        <w:rPr>
          <w:sz w:val="24"/>
          <w:szCs w:val="24"/>
        </w:rPr>
        <w:t>Señale dos experiencias de trabajo que Ud. estime relevantes y que justifican o apoyan su postulación a este taller</w:t>
      </w:r>
      <w:r w:rsidR="003A5489">
        <w:rPr>
          <w:sz w:val="24"/>
          <w:szCs w:val="24"/>
        </w:rPr>
        <w:t>:</w:t>
      </w:r>
    </w:p>
    <w:p w:rsidR="005B14B1" w:rsidRDefault="005B14B1" w:rsidP="00C47952">
      <w:pPr>
        <w:spacing w:after="0" w:line="240" w:lineRule="auto"/>
        <w:jc w:val="both"/>
        <w:rPr>
          <w:b/>
          <w:sz w:val="24"/>
          <w:szCs w:val="24"/>
        </w:rPr>
      </w:pPr>
    </w:p>
    <w:p w:rsidR="005B14B1" w:rsidRDefault="005B14B1" w:rsidP="00C47952">
      <w:pPr>
        <w:spacing w:after="0" w:line="240" w:lineRule="auto"/>
        <w:jc w:val="both"/>
        <w:rPr>
          <w:b/>
          <w:sz w:val="24"/>
          <w:szCs w:val="24"/>
        </w:rPr>
      </w:pPr>
    </w:p>
    <w:p w:rsidR="005B14B1" w:rsidRDefault="005B14B1" w:rsidP="005B14B1">
      <w:pPr>
        <w:pStyle w:val="Prrafodelista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</w:t>
      </w:r>
    </w:p>
    <w:p w:rsidR="005B14B1" w:rsidRDefault="005B14B1" w:rsidP="005B14B1">
      <w:pPr>
        <w:pStyle w:val="Prrafodelista"/>
        <w:spacing w:after="0" w:line="240" w:lineRule="auto"/>
        <w:jc w:val="both"/>
        <w:rPr>
          <w:sz w:val="24"/>
          <w:szCs w:val="24"/>
        </w:rPr>
      </w:pPr>
    </w:p>
    <w:p w:rsidR="005B14B1" w:rsidRDefault="005B14B1" w:rsidP="005B14B1">
      <w:pPr>
        <w:pStyle w:val="Prrafodelista"/>
        <w:spacing w:after="0" w:line="240" w:lineRule="auto"/>
        <w:jc w:val="both"/>
        <w:rPr>
          <w:sz w:val="24"/>
          <w:szCs w:val="24"/>
        </w:rPr>
      </w:pPr>
    </w:p>
    <w:p w:rsidR="005B14B1" w:rsidRDefault="005B14B1" w:rsidP="005B14B1">
      <w:pPr>
        <w:pStyle w:val="Prrafodelista"/>
        <w:spacing w:after="0" w:line="240" w:lineRule="auto"/>
        <w:jc w:val="both"/>
        <w:rPr>
          <w:sz w:val="24"/>
          <w:szCs w:val="24"/>
        </w:rPr>
      </w:pPr>
    </w:p>
    <w:p w:rsidR="005B14B1" w:rsidRDefault="005B14B1" w:rsidP="005B14B1">
      <w:pPr>
        <w:pStyle w:val="Prrafodelista"/>
        <w:spacing w:after="0" w:line="240" w:lineRule="auto"/>
        <w:jc w:val="both"/>
        <w:rPr>
          <w:sz w:val="24"/>
          <w:szCs w:val="24"/>
        </w:rPr>
      </w:pPr>
    </w:p>
    <w:p w:rsidR="005B14B1" w:rsidRPr="005B14B1" w:rsidRDefault="005B14B1" w:rsidP="005B14B1">
      <w:pPr>
        <w:pStyle w:val="Prrafodelista"/>
        <w:numPr>
          <w:ilvl w:val="0"/>
          <w:numId w:val="7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</w:t>
      </w:r>
    </w:p>
    <w:p w:rsidR="005B14B1" w:rsidRDefault="005B14B1" w:rsidP="00C47952">
      <w:pPr>
        <w:spacing w:after="0" w:line="240" w:lineRule="auto"/>
        <w:jc w:val="both"/>
        <w:rPr>
          <w:b/>
          <w:sz w:val="24"/>
          <w:szCs w:val="24"/>
        </w:rPr>
      </w:pPr>
    </w:p>
    <w:p w:rsidR="005B14B1" w:rsidRDefault="005B14B1" w:rsidP="00C47952">
      <w:pPr>
        <w:spacing w:after="0" w:line="240" w:lineRule="auto"/>
        <w:jc w:val="both"/>
        <w:rPr>
          <w:b/>
          <w:sz w:val="24"/>
          <w:szCs w:val="24"/>
        </w:rPr>
      </w:pPr>
    </w:p>
    <w:p w:rsidR="005B14B1" w:rsidRDefault="005B14B1" w:rsidP="00C47952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7F3BA7" w:rsidRPr="006F4426" w:rsidRDefault="005B14B1" w:rsidP="00C47952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="007F3BA7" w:rsidRPr="006F4426">
        <w:rPr>
          <w:b/>
          <w:sz w:val="24"/>
          <w:szCs w:val="24"/>
        </w:rPr>
        <w:t>onocimiento</w:t>
      </w:r>
      <w:r>
        <w:rPr>
          <w:b/>
          <w:sz w:val="24"/>
          <w:szCs w:val="24"/>
        </w:rPr>
        <w:t xml:space="preserve"> y habilidades</w:t>
      </w:r>
    </w:p>
    <w:p w:rsidR="007F3BA7" w:rsidRDefault="007F3BA7" w:rsidP="00C47952">
      <w:pPr>
        <w:spacing w:after="0" w:line="240" w:lineRule="auto"/>
        <w:jc w:val="both"/>
        <w:rPr>
          <w:sz w:val="24"/>
          <w:szCs w:val="24"/>
        </w:rPr>
      </w:pPr>
    </w:p>
    <w:p w:rsidR="006F4426" w:rsidRPr="006F4426" w:rsidRDefault="007F3BA7" w:rsidP="00C47952">
      <w:pPr>
        <w:spacing w:after="0" w:line="240" w:lineRule="auto"/>
        <w:jc w:val="both"/>
        <w:rPr>
          <w:sz w:val="24"/>
          <w:szCs w:val="24"/>
        </w:rPr>
      </w:pPr>
      <w:r w:rsidRPr="006F4426">
        <w:rPr>
          <w:sz w:val="24"/>
          <w:szCs w:val="24"/>
        </w:rPr>
        <w:t xml:space="preserve">Marque </w:t>
      </w:r>
      <w:r w:rsidR="006F4426" w:rsidRPr="006F4426">
        <w:rPr>
          <w:sz w:val="24"/>
          <w:szCs w:val="24"/>
        </w:rPr>
        <w:t>con una X la alternativa que mejor representa su nivel de conocimiento de las siguientes metodologías o herramientas</w:t>
      </w:r>
    </w:p>
    <w:p w:rsidR="001D1A64" w:rsidRPr="00701F3B" w:rsidRDefault="001D1A64" w:rsidP="00C47952">
      <w:pPr>
        <w:spacing w:after="0" w:line="240" w:lineRule="auto"/>
        <w:jc w:val="both"/>
        <w:rPr>
          <w:sz w:val="24"/>
          <w:szCs w:val="24"/>
        </w:rPr>
      </w:pPr>
    </w:p>
    <w:tbl>
      <w:tblPr>
        <w:tblW w:w="9249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0"/>
        <w:gridCol w:w="1200"/>
        <w:gridCol w:w="1229"/>
        <w:gridCol w:w="1200"/>
      </w:tblGrid>
      <w:tr w:rsidR="000146D4" w:rsidRPr="000146D4" w:rsidTr="005B14B1">
        <w:trPr>
          <w:trHeight w:val="43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Básico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Intermedio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Avanzado</w:t>
            </w:r>
          </w:p>
        </w:tc>
      </w:tr>
      <w:tr w:rsidR="000146D4" w:rsidRPr="000146D4" w:rsidTr="005B14B1">
        <w:trPr>
          <w:trHeight w:val="43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Estadísticas descriptivas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 </w:t>
            </w:r>
          </w:p>
        </w:tc>
      </w:tr>
      <w:tr w:rsidR="000146D4" w:rsidRPr="000146D4" w:rsidTr="005B14B1">
        <w:trPr>
          <w:trHeight w:val="43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Metodología de la investigación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 </w:t>
            </w:r>
          </w:p>
        </w:tc>
      </w:tr>
      <w:tr w:rsidR="000146D4" w:rsidRPr="000146D4" w:rsidTr="005B14B1">
        <w:trPr>
          <w:trHeight w:val="435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Técnicas cuantitativas de la investigación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 </w:t>
            </w:r>
          </w:p>
        </w:tc>
      </w:tr>
      <w:tr w:rsidR="000146D4" w:rsidRPr="000146D4" w:rsidTr="005B14B1">
        <w:trPr>
          <w:trHeight w:val="43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Técnicas cualitativas de la investigación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6D4" w:rsidRPr="000146D4" w:rsidRDefault="000146D4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 w:rsidRPr="000146D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 </w:t>
            </w:r>
          </w:p>
        </w:tc>
      </w:tr>
      <w:tr w:rsidR="005B14B1" w:rsidRPr="000146D4" w:rsidTr="005B14B1">
        <w:trPr>
          <w:trHeight w:val="43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4B1" w:rsidRPr="000146D4" w:rsidRDefault="005B14B1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Monitereo y evaluación de proyectos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4B1" w:rsidRPr="000146D4" w:rsidRDefault="005B14B1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4B1" w:rsidRPr="000146D4" w:rsidRDefault="005B14B1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4B1" w:rsidRPr="000146D4" w:rsidRDefault="005B14B1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</w:p>
        </w:tc>
      </w:tr>
      <w:tr w:rsidR="005B14B1" w:rsidRPr="000146D4" w:rsidTr="005B14B1">
        <w:trPr>
          <w:trHeight w:val="43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4B1" w:rsidRDefault="005B14B1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  <w:t>Políticas públicas de prevención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4B1" w:rsidRPr="000146D4" w:rsidRDefault="005B14B1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4B1" w:rsidRPr="000146D4" w:rsidRDefault="005B14B1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14B1" w:rsidRPr="000146D4" w:rsidRDefault="005B14B1" w:rsidP="000146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s-CL"/>
              </w:rPr>
            </w:pPr>
          </w:p>
        </w:tc>
      </w:tr>
    </w:tbl>
    <w:p w:rsidR="006F4426" w:rsidRDefault="006F4426" w:rsidP="00EC51A3">
      <w:pPr>
        <w:spacing w:after="0" w:line="240" w:lineRule="auto"/>
        <w:jc w:val="both"/>
        <w:rPr>
          <w:sz w:val="24"/>
          <w:szCs w:val="24"/>
        </w:rPr>
      </w:pPr>
    </w:p>
    <w:p w:rsidR="008731A3" w:rsidRDefault="008731A3" w:rsidP="00EC51A3">
      <w:pPr>
        <w:spacing w:after="0" w:line="240" w:lineRule="auto"/>
        <w:jc w:val="both"/>
        <w:rPr>
          <w:sz w:val="24"/>
          <w:szCs w:val="24"/>
        </w:rPr>
      </w:pPr>
    </w:p>
    <w:p w:rsidR="00C70A4F" w:rsidRDefault="00C70A4F" w:rsidP="00EC51A3">
      <w:pPr>
        <w:spacing w:after="0" w:line="240" w:lineRule="auto"/>
        <w:jc w:val="both"/>
        <w:rPr>
          <w:sz w:val="24"/>
          <w:szCs w:val="24"/>
        </w:rPr>
      </w:pPr>
    </w:p>
    <w:p w:rsidR="00C70A4F" w:rsidRDefault="00C70A4F" w:rsidP="00EC51A3">
      <w:pPr>
        <w:spacing w:after="0" w:line="240" w:lineRule="auto"/>
        <w:jc w:val="both"/>
        <w:rPr>
          <w:sz w:val="24"/>
          <w:szCs w:val="24"/>
        </w:rPr>
      </w:pPr>
    </w:p>
    <w:p w:rsidR="008731A3" w:rsidRDefault="008731A3" w:rsidP="00EC51A3">
      <w:pPr>
        <w:spacing w:after="0" w:line="240" w:lineRule="auto"/>
        <w:jc w:val="both"/>
        <w:rPr>
          <w:sz w:val="24"/>
          <w:szCs w:val="24"/>
        </w:rPr>
      </w:pPr>
    </w:p>
    <w:p w:rsidR="00D360E1" w:rsidRDefault="00D360E1" w:rsidP="00EC51A3">
      <w:pPr>
        <w:spacing w:after="0" w:line="240" w:lineRule="auto"/>
        <w:jc w:val="both"/>
        <w:rPr>
          <w:sz w:val="24"/>
          <w:szCs w:val="24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1"/>
        <w:gridCol w:w="5042"/>
      </w:tblGrid>
      <w:tr w:rsidR="006F4426" w:rsidRPr="00701F3B" w:rsidTr="002D4557">
        <w:trPr>
          <w:jc w:val="center"/>
        </w:trPr>
        <w:tc>
          <w:tcPr>
            <w:tcW w:w="3936" w:type="dxa"/>
          </w:tcPr>
          <w:p w:rsidR="006F4426" w:rsidRPr="00701F3B" w:rsidRDefault="006F4426" w:rsidP="00E34C9B">
            <w:pPr>
              <w:jc w:val="center"/>
              <w:rPr>
                <w:sz w:val="24"/>
                <w:szCs w:val="24"/>
              </w:rPr>
            </w:pPr>
          </w:p>
          <w:p w:rsidR="006F4426" w:rsidRPr="00701F3B" w:rsidRDefault="006F4426" w:rsidP="00E34C9B">
            <w:pPr>
              <w:rPr>
                <w:sz w:val="24"/>
                <w:szCs w:val="24"/>
              </w:rPr>
            </w:pPr>
          </w:p>
          <w:p w:rsidR="006F4426" w:rsidRPr="00701F3B" w:rsidRDefault="006F4426" w:rsidP="00E34C9B">
            <w:pPr>
              <w:rPr>
                <w:sz w:val="24"/>
                <w:szCs w:val="24"/>
              </w:rPr>
            </w:pPr>
            <w:r w:rsidRPr="00701F3B">
              <w:rPr>
                <w:sz w:val="24"/>
                <w:szCs w:val="24"/>
              </w:rPr>
              <w:t>_________________________________</w:t>
            </w:r>
          </w:p>
          <w:p w:rsidR="006F4426" w:rsidRPr="00701F3B" w:rsidRDefault="006F4426" w:rsidP="00E34C9B">
            <w:pPr>
              <w:jc w:val="center"/>
              <w:rPr>
                <w:sz w:val="24"/>
                <w:szCs w:val="24"/>
              </w:rPr>
            </w:pPr>
            <w:r w:rsidRPr="00701F3B">
              <w:rPr>
                <w:sz w:val="24"/>
                <w:szCs w:val="24"/>
              </w:rPr>
              <w:t>Firma de Jefatura Superior</w:t>
            </w:r>
          </w:p>
          <w:p w:rsidR="006F4426" w:rsidRDefault="006F4426" w:rsidP="00E34C9B">
            <w:pPr>
              <w:jc w:val="center"/>
              <w:rPr>
                <w:sz w:val="24"/>
                <w:szCs w:val="24"/>
              </w:rPr>
            </w:pPr>
            <w:r w:rsidRPr="00701F3B">
              <w:rPr>
                <w:sz w:val="24"/>
                <w:szCs w:val="24"/>
              </w:rPr>
              <w:t>que autoriza la Inscripción</w:t>
            </w:r>
          </w:p>
          <w:p w:rsidR="004C68D6" w:rsidRPr="004C68D6" w:rsidRDefault="004C68D6" w:rsidP="00E34C9B">
            <w:pPr>
              <w:jc w:val="center"/>
              <w:rPr>
                <w:i/>
                <w:sz w:val="18"/>
                <w:szCs w:val="18"/>
              </w:rPr>
            </w:pPr>
            <w:r w:rsidRPr="004C68D6">
              <w:rPr>
                <w:i/>
                <w:sz w:val="18"/>
                <w:szCs w:val="18"/>
              </w:rPr>
              <w:t>(si corresponde)</w:t>
            </w:r>
          </w:p>
          <w:p w:rsidR="006F4426" w:rsidRPr="00701F3B" w:rsidRDefault="006F4426" w:rsidP="00E34C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42" w:type="dxa"/>
          </w:tcPr>
          <w:p w:rsidR="006F4426" w:rsidRPr="00701F3B" w:rsidRDefault="006F4426" w:rsidP="00E34C9B">
            <w:pPr>
              <w:rPr>
                <w:sz w:val="24"/>
                <w:szCs w:val="24"/>
              </w:rPr>
            </w:pPr>
          </w:p>
          <w:p w:rsidR="006F4426" w:rsidRPr="00701F3B" w:rsidRDefault="006F4426" w:rsidP="00E34C9B">
            <w:pPr>
              <w:jc w:val="center"/>
              <w:rPr>
                <w:sz w:val="24"/>
                <w:szCs w:val="24"/>
              </w:rPr>
            </w:pPr>
          </w:p>
          <w:p w:rsidR="006F4426" w:rsidRPr="00701F3B" w:rsidRDefault="006F4426" w:rsidP="00E34C9B">
            <w:pPr>
              <w:jc w:val="center"/>
              <w:rPr>
                <w:sz w:val="24"/>
                <w:szCs w:val="24"/>
              </w:rPr>
            </w:pPr>
            <w:r w:rsidRPr="00701F3B">
              <w:rPr>
                <w:sz w:val="24"/>
                <w:szCs w:val="24"/>
              </w:rPr>
              <w:t>_________________________________</w:t>
            </w:r>
          </w:p>
          <w:p w:rsidR="006F4426" w:rsidRPr="00701F3B" w:rsidRDefault="006F4426" w:rsidP="00E34C9B">
            <w:pPr>
              <w:jc w:val="center"/>
              <w:rPr>
                <w:sz w:val="24"/>
                <w:szCs w:val="24"/>
              </w:rPr>
            </w:pPr>
            <w:r w:rsidRPr="00701F3B">
              <w:rPr>
                <w:sz w:val="24"/>
                <w:szCs w:val="24"/>
              </w:rPr>
              <w:t xml:space="preserve">Firma del </w:t>
            </w:r>
            <w:r w:rsidR="004C68D6">
              <w:rPr>
                <w:sz w:val="24"/>
                <w:szCs w:val="24"/>
              </w:rPr>
              <w:t>i</w:t>
            </w:r>
            <w:r w:rsidRPr="00701F3B">
              <w:rPr>
                <w:sz w:val="24"/>
                <w:szCs w:val="24"/>
              </w:rPr>
              <w:t>nteresado</w:t>
            </w:r>
          </w:p>
          <w:p w:rsidR="006F4426" w:rsidRPr="00701F3B" w:rsidRDefault="006F4426" w:rsidP="00E34C9B">
            <w:pPr>
              <w:jc w:val="both"/>
              <w:rPr>
                <w:sz w:val="24"/>
                <w:szCs w:val="24"/>
              </w:rPr>
            </w:pPr>
          </w:p>
        </w:tc>
      </w:tr>
    </w:tbl>
    <w:p w:rsidR="006F4426" w:rsidRDefault="006F4426" w:rsidP="00EC51A3">
      <w:pPr>
        <w:spacing w:after="0" w:line="240" w:lineRule="auto"/>
        <w:jc w:val="both"/>
        <w:rPr>
          <w:sz w:val="24"/>
          <w:szCs w:val="24"/>
        </w:rPr>
      </w:pPr>
    </w:p>
    <w:p w:rsidR="00936BF8" w:rsidRDefault="0043604D" w:rsidP="001D1A64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Envia</w:t>
      </w:r>
      <w:r w:rsidR="00472002">
        <w:rPr>
          <w:sz w:val="24"/>
          <w:szCs w:val="24"/>
        </w:rPr>
        <w:t xml:space="preserve">r este formulario </w:t>
      </w:r>
      <w:r>
        <w:rPr>
          <w:sz w:val="24"/>
          <w:szCs w:val="24"/>
        </w:rPr>
        <w:t xml:space="preserve">a </w:t>
      </w:r>
      <w:hyperlink r:id="rId9" w:history="1">
        <w:r w:rsidR="00685A78" w:rsidRPr="00A81932">
          <w:rPr>
            <w:rStyle w:val="Hipervnculo"/>
            <w:sz w:val="24"/>
            <w:szCs w:val="24"/>
          </w:rPr>
          <w:t>analisis.delictual@pazciudadana.cl</w:t>
        </w:r>
      </w:hyperlink>
      <w:r w:rsidR="00C47952" w:rsidRPr="00701F3B">
        <w:rPr>
          <w:sz w:val="24"/>
          <w:szCs w:val="24"/>
        </w:rPr>
        <w:t>.</w:t>
      </w:r>
      <w:r w:rsidR="00936BF8">
        <w:rPr>
          <w:sz w:val="24"/>
          <w:szCs w:val="24"/>
        </w:rPr>
        <w:t xml:space="preserve"> </w:t>
      </w:r>
    </w:p>
    <w:p w:rsidR="00936BF8" w:rsidRDefault="00936BF8" w:rsidP="001D1A64">
      <w:pPr>
        <w:spacing w:after="0" w:line="240" w:lineRule="auto"/>
        <w:jc w:val="both"/>
        <w:rPr>
          <w:sz w:val="24"/>
          <w:szCs w:val="24"/>
        </w:rPr>
      </w:pPr>
    </w:p>
    <w:p w:rsidR="004D22A1" w:rsidRPr="00685A78" w:rsidRDefault="00F4537C" w:rsidP="001D1A64">
      <w:pPr>
        <w:spacing w:after="0" w:line="240" w:lineRule="auto"/>
        <w:jc w:val="both"/>
        <w:rPr>
          <w:rFonts w:ascii="Bookman Old Style" w:hAnsi="Bookman Old Style"/>
        </w:rPr>
      </w:pPr>
      <w:r w:rsidRPr="002D4557">
        <w:rPr>
          <w:sz w:val="24"/>
          <w:szCs w:val="24"/>
        </w:rPr>
        <w:t>Plazo de recepción:</w:t>
      </w:r>
      <w:r w:rsidRPr="00540ECE">
        <w:rPr>
          <w:sz w:val="24"/>
          <w:szCs w:val="24"/>
        </w:rPr>
        <w:t xml:space="preserve"> </w:t>
      </w:r>
      <w:r w:rsidR="00685A78" w:rsidRPr="002D4557">
        <w:rPr>
          <w:sz w:val="24"/>
          <w:szCs w:val="24"/>
        </w:rPr>
        <w:t xml:space="preserve">El plazo de inscripción </w:t>
      </w:r>
      <w:r w:rsidR="00936BF8">
        <w:rPr>
          <w:sz w:val="24"/>
          <w:szCs w:val="24"/>
        </w:rPr>
        <w:t xml:space="preserve">tanto para nacionales como para extranjeros </w:t>
      </w:r>
      <w:r w:rsidR="00FE767C">
        <w:rPr>
          <w:sz w:val="24"/>
          <w:szCs w:val="24"/>
        </w:rPr>
        <w:t>concluye el viernes</w:t>
      </w:r>
      <w:r w:rsidR="00685A78" w:rsidRPr="002D4557">
        <w:rPr>
          <w:sz w:val="24"/>
          <w:szCs w:val="24"/>
        </w:rPr>
        <w:t xml:space="preserve"> </w:t>
      </w:r>
      <w:r w:rsidR="005040C1">
        <w:rPr>
          <w:sz w:val="24"/>
          <w:szCs w:val="24"/>
        </w:rPr>
        <w:t>14</w:t>
      </w:r>
      <w:r w:rsidR="00936BF8">
        <w:rPr>
          <w:sz w:val="24"/>
          <w:szCs w:val="24"/>
        </w:rPr>
        <w:t xml:space="preserve"> de </w:t>
      </w:r>
      <w:r w:rsidR="00FE767C">
        <w:rPr>
          <w:sz w:val="24"/>
          <w:szCs w:val="24"/>
        </w:rPr>
        <w:t>julio</w:t>
      </w:r>
      <w:r w:rsidR="00936BF8">
        <w:rPr>
          <w:sz w:val="24"/>
          <w:szCs w:val="24"/>
        </w:rPr>
        <w:t xml:space="preserve"> </w:t>
      </w:r>
      <w:r w:rsidR="005B14B1">
        <w:rPr>
          <w:sz w:val="24"/>
          <w:szCs w:val="24"/>
        </w:rPr>
        <w:t xml:space="preserve">de 2017 </w:t>
      </w:r>
      <w:r w:rsidR="00936BF8">
        <w:rPr>
          <w:sz w:val="24"/>
          <w:szCs w:val="24"/>
        </w:rPr>
        <w:t>a las 16:00 horas.</w:t>
      </w:r>
    </w:p>
    <w:p w:rsidR="00463BFF" w:rsidRPr="00463BFF" w:rsidRDefault="00463BFF" w:rsidP="001D1A64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F4537C" w:rsidRPr="00463BFF" w:rsidRDefault="004D22A1" w:rsidP="00D360E1">
      <w:pPr>
        <w:tabs>
          <w:tab w:val="left" w:pos="1271"/>
        </w:tabs>
        <w:spacing w:after="0" w:line="240" w:lineRule="auto"/>
        <w:jc w:val="both"/>
        <w:rPr>
          <w:sz w:val="24"/>
          <w:szCs w:val="24"/>
        </w:rPr>
      </w:pPr>
      <w:r w:rsidRPr="00463BFF">
        <w:rPr>
          <w:rFonts w:cstheme="minorHAnsi"/>
          <w:b/>
          <w:sz w:val="24"/>
          <w:szCs w:val="24"/>
          <w:u w:val="single"/>
        </w:rPr>
        <w:t>Nota</w:t>
      </w:r>
      <w:r w:rsidRPr="00A261B5">
        <w:rPr>
          <w:rFonts w:cstheme="minorHAnsi"/>
          <w:b/>
          <w:sz w:val="24"/>
          <w:szCs w:val="24"/>
          <w:u w:val="single"/>
        </w:rPr>
        <w:t>:</w:t>
      </w:r>
      <w:r w:rsidRPr="00A261B5">
        <w:rPr>
          <w:rFonts w:cstheme="minorHAnsi"/>
          <w:b/>
          <w:sz w:val="24"/>
          <w:szCs w:val="24"/>
        </w:rPr>
        <w:t xml:space="preserve"> </w:t>
      </w:r>
      <w:r w:rsidR="00D360E1" w:rsidRPr="002D4557">
        <w:rPr>
          <w:rFonts w:cstheme="minorHAnsi"/>
          <w:i/>
          <w:sz w:val="24"/>
          <w:szCs w:val="24"/>
        </w:rPr>
        <w:t>Recuerde que una vez recibida la postulación, Fundación P</w:t>
      </w:r>
      <w:r w:rsidR="00947247">
        <w:rPr>
          <w:rFonts w:cstheme="minorHAnsi"/>
          <w:i/>
          <w:sz w:val="24"/>
          <w:szCs w:val="24"/>
        </w:rPr>
        <w:t>az Ciudadana tendrá un plazo de 3</w:t>
      </w:r>
      <w:bookmarkStart w:id="10" w:name="_GoBack"/>
      <w:bookmarkEnd w:id="10"/>
      <w:r w:rsidR="00D360E1" w:rsidRPr="002D4557">
        <w:rPr>
          <w:rFonts w:cstheme="minorHAnsi"/>
          <w:i/>
          <w:sz w:val="24"/>
          <w:szCs w:val="24"/>
        </w:rPr>
        <w:t xml:space="preserve"> días para comunicar si cumple o no con los requisitos para ser aceptado al curso. Una vez recibido es</w:t>
      </w:r>
      <w:r w:rsidR="002D4557" w:rsidRPr="002D4557">
        <w:rPr>
          <w:rFonts w:cstheme="minorHAnsi"/>
          <w:i/>
          <w:sz w:val="24"/>
          <w:szCs w:val="24"/>
        </w:rPr>
        <w:t xml:space="preserve">a comunicación </w:t>
      </w:r>
      <w:r w:rsidR="00D360E1" w:rsidRPr="002D4557">
        <w:rPr>
          <w:rFonts w:cstheme="minorHAnsi"/>
          <w:i/>
          <w:sz w:val="24"/>
          <w:szCs w:val="24"/>
        </w:rPr>
        <w:t xml:space="preserve"> tendrá un plazo de 5 días hábiles para hacer el pago de la inscripción.</w:t>
      </w:r>
    </w:p>
    <w:sectPr w:rsidR="00F4537C" w:rsidRPr="00463BFF" w:rsidSect="008731A3">
      <w:headerReference w:type="default" r:id="rId10"/>
      <w:footerReference w:type="default" r:id="rId11"/>
      <w:pgSz w:w="12240" w:h="15840" w:code="1"/>
      <w:pgMar w:top="1418" w:right="1418" w:bottom="1418" w:left="1418" w:header="45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589" w:rsidRDefault="00812589" w:rsidP="00E23169">
      <w:pPr>
        <w:spacing w:after="0" w:line="240" w:lineRule="auto"/>
      </w:pPr>
      <w:r>
        <w:separator/>
      </w:r>
    </w:p>
  </w:endnote>
  <w:endnote w:type="continuationSeparator" w:id="0">
    <w:p w:rsidR="00812589" w:rsidRDefault="00812589" w:rsidP="00E23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9025559"/>
      <w:docPartObj>
        <w:docPartGallery w:val="Page Numbers (Bottom of Page)"/>
        <w:docPartUnique/>
      </w:docPartObj>
    </w:sdtPr>
    <w:sdtEndPr/>
    <w:sdtContent>
      <w:p w:rsidR="004E4BCC" w:rsidRDefault="00C90F39">
        <w:pPr>
          <w:pStyle w:val="Piedepgina"/>
          <w:jc w:val="right"/>
        </w:pPr>
        <w:r>
          <w:fldChar w:fldCharType="begin"/>
        </w:r>
        <w:r w:rsidR="004E4BCC">
          <w:instrText>PAGE   \* MERGEFORMAT</w:instrText>
        </w:r>
        <w:r>
          <w:fldChar w:fldCharType="separate"/>
        </w:r>
        <w:r w:rsidR="00947247" w:rsidRPr="00947247">
          <w:rPr>
            <w:noProof/>
            <w:lang w:val="es-ES"/>
          </w:rPr>
          <w:t>3</w:t>
        </w:r>
        <w:r>
          <w:fldChar w:fldCharType="end"/>
        </w:r>
      </w:p>
    </w:sdtContent>
  </w:sdt>
  <w:sdt>
    <w:sdtPr>
      <w:id w:val="2081523"/>
      <w:docPartObj>
        <w:docPartGallery w:val="Page Numbers (Bottom of Page)"/>
        <w:docPartUnique/>
      </w:docPartObj>
    </w:sdtPr>
    <w:sdtEndPr/>
    <w:sdtContent>
      <w:p w:rsidR="004E4BCC" w:rsidRDefault="004E4BCC" w:rsidP="004E4BCC">
        <w:pPr>
          <w:pStyle w:val="Piedepgina"/>
          <w:tabs>
            <w:tab w:val="left" w:pos="2016"/>
            <w:tab w:val="right" w:pos="9972"/>
          </w:tabs>
        </w:pPr>
        <w:r>
          <w:tab/>
        </w:r>
        <w:r>
          <w:tab/>
        </w:r>
        <w:r>
          <w:tab/>
        </w:r>
        <w:r>
          <w:tab/>
        </w:r>
      </w:p>
    </w:sdtContent>
  </w:sdt>
  <w:p w:rsidR="004E4BCC" w:rsidRDefault="004E4BCC" w:rsidP="004E4BCC">
    <w:pPr>
      <w:pStyle w:val="Piedepgina"/>
    </w:pPr>
  </w:p>
  <w:p w:rsidR="00463BFF" w:rsidRDefault="00463BF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589" w:rsidRDefault="00812589" w:rsidP="00E23169">
      <w:pPr>
        <w:spacing w:after="0" w:line="240" w:lineRule="auto"/>
      </w:pPr>
      <w:r>
        <w:separator/>
      </w:r>
    </w:p>
  </w:footnote>
  <w:footnote w:type="continuationSeparator" w:id="0">
    <w:p w:rsidR="00812589" w:rsidRDefault="00812589" w:rsidP="00E23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BFF" w:rsidRPr="005B14B1" w:rsidRDefault="005B14B1" w:rsidP="005B14B1">
    <w:pPr>
      <w:pStyle w:val="Encabezado"/>
      <w:jc w:val="center"/>
    </w:pPr>
    <w:r>
      <w:rPr>
        <w:noProof/>
        <w:lang w:eastAsia="es-CL"/>
      </w:rPr>
      <w:drawing>
        <wp:inline distT="0" distB="0" distL="0" distR="0" wp14:anchorId="148C0B89" wp14:editId="5BA34FAC">
          <wp:extent cx="3430940" cy="1878918"/>
          <wp:effectExtent l="0" t="0" r="0" b="762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INAL_Logo_II Taller_AL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33317" cy="1880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6117"/>
    <w:multiLevelType w:val="hybridMultilevel"/>
    <w:tmpl w:val="D00A9B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A00A6"/>
    <w:multiLevelType w:val="hybridMultilevel"/>
    <w:tmpl w:val="7F289F7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3270B"/>
    <w:multiLevelType w:val="hybridMultilevel"/>
    <w:tmpl w:val="FFA4046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9210AB1"/>
    <w:multiLevelType w:val="hybridMultilevel"/>
    <w:tmpl w:val="9550957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9E2443B"/>
    <w:multiLevelType w:val="hybridMultilevel"/>
    <w:tmpl w:val="A85AEEF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E376272"/>
    <w:multiLevelType w:val="hybridMultilevel"/>
    <w:tmpl w:val="82E2AF3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C17353"/>
    <w:multiLevelType w:val="hybridMultilevel"/>
    <w:tmpl w:val="062878EE"/>
    <w:lvl w:ilvl="0" w:tplc="340A0011">
      <w:start w:val="1"/>
      <w:numFmt w:val="decimal"/>
      <w:lvlText w:val="%1)"/>
      <w:lvlJc w:val="left"/>
      <w:pPr>
        <w:ind w:left="1428" w:hanging="360"/>
      </w:pPr>
    </w:lvl>
    <w:lvl w:ilvl="1" w:tplc="340A0019" w:tentative="1">
      <w:start w:val="1"/>
      <w:numFmt w:val="lowerLetter"/>
      <w:lvlText w:val="%2."/>
      <w:lvlJc w:val="left"/>
      <w:pPr>
        <w:ind w:left="2148" w:hanging="360"/>
      </w:pPr>
    </w:lvl>
    <w:lvl w:ilvl="2" w:tplc="340A001B" w:tentative="1">
      <w:start w:val="1"/>
      <w:numFmt w:val="lowerRoman"/>
      <w:lvlText w:val="%3."/>
      <w:lvlJc w:val="right"/>
      <w:pPr>
        <w:ind w:left="2868" w:hanging="180"/>
      </w:pPr>
    </w:lvl>
    <w:lvl w:ilvl="3" w:tplc="340A000F" w:tentative="1">
      <w:start w:val="1"/>
      <w:numFmt w:val="decimal"/>
      <w:lvlText w:val="%4."/>
      <w:lvlJc w:val="left"/>
      <w:pPr>
        <w:ind w:left="3588" w:hanging="360"/>
      </w:pPr>
    </w:lvl>
    <w:lvl w:ilvl="4" w:tplc="340A0019" w:tentative="1">
      <w:start w:val="1"/>
      <w:numFmt w:val="lowerLetter"/>
      <w:lvlText w:val="%5."/>
      <w:lvlJc w:val="left"/>
      <w:pPr>
        <w:ind w:left="4308" w:hanging="360"/>
      </w:pPr>
    </w:lvl>
    <w:lvl w:ilvl="5" w:tplc="340A001B" w:tentative="1">
      <w:start w:val="1"/>
      <w:numFmt w:val="lowerRoman"/>
      <w:lvlText w:val="%6."/>
      <w:lvlJc w:val="right"/>
      <w:pPr>
        <w:ind w:left="5028" w:hanging="180"/>
      </w:pPr>
    </w:lvl>
    <w:lvl w:ilvl="6" w:tplc="340A000F" w:tentative="1">
      <w:start w:val="1"/>
      <w:numFmt w:val="decimal"/>
      <w:lvlText w:val="%7."/>
      <w:lvlJc w:val="left"/>
      <w:pPr>
        <w:ind w:left="5748" w:hanging="360"/>
      </w:pPr>
    </w:lvl>
    <w:lvl w:ilvl="7" w:tplc="340A0019" w:tentative="1">
      <w:start w:val="1"/>
      <w:numFmt w:val="lowerLetter"/>
      <w:lvlText w:val="%8."/>
      <w:lvlJc w:val="left"/>
      <w:pPr>
        <w:ind w:left="6468" w:hanging="360"/>
      </w:pPr>
    </w:lvl>
    <w:lvl w:ilvl="8" w:tplc="34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389"/>
    <w:rsid w:val="000146D4"/>
    <w:rsid w:val="00020C14"/>
    <w:rsid w:val="0005208A"/>
    <w:rsid w:val="00060842"/>
    <w:rsid w:val="000816E8"/>
    <w:rsid w:val="000A76C5"/>
    <w:rsid w:val="000C033E"/>
    <w:rsid w:val="00111E7D"/>
    <w:rsid w:val="0012464D"/>
    <w:rsid w:val="001B0719"/>
    <w:rsid w:val="001B3CAF"/>
    <w:rsid w:val="001D1A64"/>
    <w:rsid w:val="001D61BD"/>
    <w:rsid w:val="00201113"/>
    <w:rsid w:val="00220CA2"/>
    <w:rsid w:val="002571DF"/>
    <w:rsid w:val="00257FD9"/>
    <w:rsid w:val="002C34CE"/>
    <w:rsid w:val="002D4557"/>
    <w:rsid w:val="002E2F03"/>
    <w:rsid w:val="00344AED"/>
    <w:rsid w:val="00344BDF"/>
    <w:rsid w:val="003744C7"/>
    <w:rsid w:val="003A53C3"/>
    <w:rsid w:val="003A5489"/>
    <w:rsid w:val="003B5AF1"/>
    <w:rsid w:val="003B6300"/>
    <w:rsid w:val="003D2389"/>
    <w:rsid w:val="00400D83"/>
    <w:rsid w:val="004258B7"/>
    <w:rsid w:val="0043604D"/>
    <w:rsid w:val="00444B72"/>
    <w:rsid w:val="00463BFF"/>
    <w:rsid w:val="00472002"/>
    <w:rsid w:val="00486309"/>
    <w:rsid w:val="00491281"/>
    <w:rsid w:val="004C3E78"/>
    <w:rsid w:val="004C68D6"/>
    <w:rsid w:val="004D22A1"/>
    <w:rsid w:val="004E4BCC"/>
    <w:rsid w:val="004F111E"/>
    <w:rsid w:val="004F2882"/>
    <w:rsid w:val="005040C1"/>
    <w:rsid w:val="00536BA1"/>
    <w:rsid w:val="00540ECE"/>
    <w:rsid w:val="005479CC"/>
    <w:rsid w:val="005575AB"/>
    <w:rsid w:val="00560CE5"/>
    <w:rsid w:val="00561E05"/>
    <w:rsid w:val="005647F1"/>
    <w:rsid w:val="005966C3"/>
    <w:rsid w:val="005B14B1"/>
    <w:rsid w:val="005C1F73"/>
    <w:rsid w:val="005D70E2"/>
    <w:rsid w:val="0060006B"/>
    <w:rsid w:val="0060620B"/>
    <w:rsid w:val="00623F7C"/>
    <w:rsid w:val="00634D74"/>
    <w:rsid w:val="00640434"/>
    <w:rsid w:val="00642ADD"/>
    <w:rsid w:val="00660174"/>
    <w:rsid w:val="00672303"/>
    <w:rsid w:val="00685A78"/>
    <w:rsid w:val="006B3534"/>
    <w:rsid w:val="006E3534"/>
    <w:rsid w:val="006E6564"/>
    <w:rsid w:val="006F4426"/>
    <w:rsid w:val="00701F3B"/>
    <w:rsid w:val="00716C9A"/>
    <w:rsid w:val="00721B29"/>
    <w:rsid w:val="007367F3"/>
    <w:rsid w:val="0073754D"/>
    <w:rsid w:val="00742B90"/>
    <w:rsid w:val="007559F7"/>
    <w:rsid w:val="00762028"/>
    <w:rsid w:val="00794DB0"/>
    <w:rsid w:val="007F3BA7"/>
    <w:rsid w:val="00812589"/>
    <w:rsid w:val="00825D77"/>
    <w:rsid w:val="00866EB1"/>
    <w:rsid w:val="008731A3"/>
    <w:rsid w:val="00902675"/>
    <w:rsid w:val="00922801"/>
    <w:rsid w:val="00936BF8"/>
    <w:rsid w:val="009373CD"/>
    <w:rsid w:val="00947247"/>
    <w:rsid w:val="009C433D"/>
    <w:rsid w:val="009D54F4"/>
    <w:rsid w:val="009F04E5"/>
    <w:rsid w:val="00A12013"/>
    <w:rsid w:val="00A261B5"/>
    <w:rsid w:val="00A6245C"/>
    <w:rsid w:val="00A748CA"/>
    <w:rsid w:val="00A865B0"/>
    <w:rsid w:val="00A8698D"/>
    <w:rsid w:val="00A93089"/>
    <w:rsid w:val="00A95CAD"/>
    <w:rsid w:val="00AB6884"/>
    <w:rsid w:val="00AC6904"/>
    <w:rsid w:val="00AD5540"/>
    <w:rsid w:val="00AE70D6"/>
    <w:rsid w:val="00AF77CE"/>
    <w:rsid w:val="00B04320"/>
    <w:rsid w:val="00B174DC"/>
    <w:rsid w:val="00B17A85"/>
    <w:rsid w:val="00B208D1"/>
    <w:rsid w:val="00B3103A"/>
    <w:rsid w:val="00B3360B"/>
    <w:rsid w:val="00B9283D"/>
    <w:rsid w:val="00BC0CD9"/>
    <w:rsid w:val="00BC0FD6"/>
    <w:rsid w:val="00BD31F9"/>
    <w:rsid w:val="00BD32BF"/>
    <w:rsid w:val="00C30635"/>
    <w:rsid w:val="00C468C6"/>
    <w:rsid w:val="00C47952"/>
    <w:rsid w:val="00C70A4F"/>
    <w:rsid w:val="00C77954"/>
    <w:rsid w:val="00C90F39"/>
    <w:rsid w:val="00C929DD"/>
    <w:rsid w:val="00CA6B32"/>
    <w:rsid w:val="00CE480F"/>
    <w:rsid w:val="00CE6D5F"/>
    <w:rsid w:val="00CF084F"/>
    <w:rsid w:val="00D05F0E"/>
    <w:rsid w:val="00D34396"/>
    <w:rsid w:val="00D360E1"/>
    <w:rsid w:val="00D54DCF"/>
    <w:rsid w:val="00D61089"/>
    <w:rsid w:val="00D67A74"/>
    <w:rsid w:val="00D84E5B"/>
    <w:rsid w:val="00D9495B"/>
    <w:rsid w:val="00DB663C"/>
    <w:rsid w:val="00DC6A20"/>
    <w:rsid w:val="00DC75FB"/>
    <w:rsid w:val="00DD4228"/>
    <w:rsid w:val="00DE02EC"/>
    <w:rsid w:val="00E23169"/>
    <w:rsid w:val="00E81954"/>
    <w:rsid w:val="00E926CF"/>
    <w:rsid w:val="00EC51A3"/>
    <w:rsid w:val="00EE3098"/>
    <w:rsid w:val="00F01BD2"/>
    <w:rsid w:val="00F2041A"/>
    <w:rsid w:val="00F32063"/>
    <w:rsid w:val="00F4537C"/>
    <w:rsid w:val="00F673C6"/>
    <w:rsid w:val="00F7575D"/>
    <w:rsid w:val="00F84A60"/>
    <w:rsid w:val="00FC1C12"/>
    <w:rsid w:val="00FD22BE"/>
    <w:rsid w:val="00FE4FFF"/>
    <w:rsid w:val="00FE5784"/>
    <w:rsid w:val="00FE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231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3169"/>
  </w:style>
  <w:style w:type="paragraph" w:styleId="Piedepgina">
    <w:name w:val="footer"/>
    <w:basedOn w:val="Normal"/>
    <w:link w:val="PiedepginaCar"/>
    <w:uiPriority w:val="99"/>
    <w:unhideWhenUsed/>
    <w:rsid w:val="00E231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3169"/>
  </w:style>
  <w:style w:type="paragraph" w:styleId="Textodeglobo">
    <w:name w:val="Balloon Text"/>
    <w:basedOn w:val="Normal"/>
    <w:link w:val="TextodegloboCar"/>
    <w:uiPriority w:val="99"/>
    <w:semiHidden/>
    <w:unhideWhenUsed/>
    <w:rsid w:val="00E23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316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2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912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28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281"/>
    <w:rPr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B3360B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E3098"/>
    <w:pPr>
      <w:ind w:left="720"/>
      <w:contextualSpacing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6BF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6BF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231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3169"/>
  </w:style>
  <w:style w:type="paragraph" w:styleId="Piedepgina">
    <w:name w:val="footer"/>
    <w:basedOn w:val="Normal"/>
    <w:link w:val="PiedepginaCar"/>
    <w:uiPriority w:val="99"/>
    <w:unhideWhenUsed/>
    <w:rsid w:val="00E231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3169"/>
  </w:style>
  <w:style w:type="paragraph" w:styleId="Textodeglobo">
    <w:name w:val="Balloon Text"/>
    <w:basedOn w:val="Normal"/>
    <w:link w:val="TextodegloboCar"/>
    <w:uiPriority w:val="99"/>
    <w:semiHidden/>
    <w:unhideWhenUsed/>
    <w:rsid w:val="00E23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316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231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912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9128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91281"/>
    <w:rPr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B3360B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EE3098"/>
    <w:pPr>
      <w:ind w:left="720"/>
      <w:contextualSpacing/>
    </w:p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36BF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36B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nalisis.delictual@pazciudadana.c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A04B4-E7BE-4821-AB5C-55DE623FF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A1D34FE6</Template>
  <TotalTime>12</TotalTime>
  <Pages>3</Pages>
  <Words>368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Patricio Tudela Poblete</dc:creator>
  <cp:lastModifiedBy>Luis Andrés Montero Moraleda</cp:lastModifiedBy>
  <cp:revision>5</cp:revision>
  <cp:lastPrinted>2015-11-25T15:22:00Z</cp:lastPrinted>
  <dcterms:created xsi:type="dcterms:W3CDTF">2017-04-26T16:19:00Z</dcterms:created>
  <dcterms:modified xsi:type="dcterms:W3CDTF">2017-04-28T13:01:00Z</dcterms:modified>
</cp:coreProperties>
</file>